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A1" w:rsidRDefault="001931A1" w:rsidP="006D6DCA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ПОЗДРАВЛЕНИЕ</w:t>
      </w:r>
    </w:p>
    <w:p w:rsidR="001931A1" w:rsidRPr="00A978BA" w:rsidRDefault="001931A1" w:rsidP="006D6DCA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978BA">
        <w:rPr>
          <w:rFonts w:ascii="Times New Roman" w:hAnsi="Times New Roman" w:cs="Times New Roman"/>
          <w:color w:val="auto"/>
          <w:sz w:val="28"/>
          <w:szCs w:val="28"/>
        </w:rPr>
        <w:t>Главы администрации Мглинского района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78BA">
        <w:rPr>
          <w:rFonts w:ascii="Times New Roman" w:hAnsi="Times New Roman" w:cs="Times New Roman"/>
          <w:color w:val="auto"/>
          <w:sz w:val="28"/>
          <w:szCs w:val="28"/>
        </w:rPr>
        <w:t>с Днем знаний.</w:t>
      </w:r>
    </w:p>
    <w:p w:rsidR="001931A1" w:rsidRPr="00BF5305" w:rsidRDefault="001931A1" w:rsidP="006D6DCA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b/>
          <w:i/>
          <w:color w:val="auto"/>
          <w:sz w:val="33"/>
          <w:szCs w:val="33"/>
        </w:rPr>
      </w:pPr>
      <w:r w:rsidRPr="00BF5305">
        <w:rPr>
          <w:rFonts w:ascii="Times New Roman" w:hAnsi="Times New Roman" w:cs="Times New Roman"/>
          <w:b/>
          <w:i/>
          <w:color w:val="auto"/>
          <w:sz w:val="33"/>
          <w:szCs w:val="33"/>
        </w:rPr>
        <w:t>Уважаемые педагоги, учащиеся, родители и ветераны</w:t>
      </w:r>
    </w:p>
    <w:p w:rsidR="001931A1" w:rsidRPr="00BF5305" w:rsidRDefault="001931A1" w:rsidP="006D6DCA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b/>
          <w:i/>
          <w:color w:val="auto"/>
          <w:sz w:val="33"/>
          <w:szCs w:val="33"/>
        </w:rPr>
      </w:pPr>
      <w:r w:rsidRPr="00BF5305">
        <w:rPr>
          <w:rFonts w:ascii="Times New Roman" w:hAnsi="Times New Roman" w:cs="Times New Roman"/>
          <w:b/>
          <w:i/>
          <w:color w:val="auto"/>
          <w:sz w:val="33"/>
          <w:szCs w:val="33"/>
        </w:rPr>
        <w:t>педагогического труда!</w:t>
      </w:r>
    </w:p>
    <w:p w:rsidR="001931A1" w:rsidRPr="00BF5305" w:rsidRDefault="001931A1" w:rsidP="006D6DCA">
      <w:pPr>
        <w:shd w:val="clear" w:color="auto" w:fill="FFFFFF"/>
        <w:spacing w:after="150" w:line="270" w:lineRule="atLeast"/>
        <w:jc w:val="center"/>
        <w:rPr>
          <w:b/>
          <w:i/>
          <w:sz w:val="33"/>
          <w:szCs w:val="33"/>
          <w:lang w:eastAsia="ru-RU"/>
        </w:rPr>
      </w:pPr>
      <w:r w:rsidRPr="00BF5305">
        <w:rPr>
          <w:b/>
          <w:i/>
          <w:sz w:val="33"/>
          <w:szCs w:val="33"/>
          <w:lang w:eastAsia="ru-RU"/>
        </w:rPr>
        <w:t>Искренне поздравляю вас с  замечательным праздником – Днем знаний и началом нового учебного года!</w:t>
      </w:r>
    </w:p>
    <w:p w:rsidR="001931A1" w:rsidRDefault="001931A1" w:rsidP="002261B1">
      <w:pPr>
        <w:spacing w:after="0" w:line="240" w:lineRule="auto"/>
        <w:ind w:firstLine="708"/>
        <w:jc w:val="both"/>
        <w:rPr>
          <w:sz w:val="30"/>
          <w:szCs w:val="30"/>
        </w:rPr>
      </w:pPr>
      <w:r w:rsidRPr="00BE0D0A">
        <w:rPr>
          <w:sz w:val="30"/>
          <w:szCs w:val="30"/>
        </w:rPr>
        <w:t xml:space="preserve">1 сентября -  всеми любимый праздник. В этот день школьный звонок возвещает о начале нового учебного года, празднике открытия новых знаний, очередного этапа на пути к взрослению. </w:t>
      </w:r>
    </w:p>
    <w:p w:rsidR="001931A1" w:rsidRPr="00BE0D0A" w:rsidRDefault="001931A1" w:rsidP="002261B1">
      <w:pPr>
        <w:spacing w:after="0" w:line="240" w:lineRule="auto"/>
        <w:ind w:firstLine="708"/>
        <w:jc w:val="both"/>
        <w:rPr>
          <w:sz w:val="30"/>
          <w:szCs w:val="30"/>
        </w:rPr>
      </w:pPr>
      <w:r w:rsidRPr="00BE0D0A">
        <w:rPr>
          <w:sz w:val="30"/>
          <w:szCs w:val="30"/>
        </w:rPr>
        <w:t>Это самый радостный и волнующий день для первоклассников. Для них начинается новая жизнь, полная увлекательных открытий о себе и окружающем мире. Так пусть на пути к новым знаниям маленьких школьников всегда сопровождают мудрые учителя и верные друзья – одноклассники, а в дневниках будут только отличные оценки.</w:t>
      </w:r>
    </w:p>
    <w:p w:rsidR="001931A1" w:rsidRPr="00BE0D0A" w:rsidRDefault="001931A1" w:rsidP="002261B1">
      <w:pPr>
        <w:shd w:val="clear" w:color="auto" w:fill="FFFFFF"/>
        <w:spacing w:after="0" w:line="240" w:lineRule="auto"/>
        <w:ind w:firstLine="708"/>
        <w:jc w:val="both"/>
        <w:rPr>
          <w:sz w:val="30"/>
          <w:szCs w:val="30"/>
        </w:rPr>
      </w:pPr>
      <w:r w:rsidRPr="00BE0D0A">
        <w:rPr>
          <w:sz w:val="30"/>
          <w:szCs w:val="30"/>
        </w:rPr>
        <w:t>Важен этот день и для выпускников, которым надо определяться с выбором будущей профессии.</w:t>
      </w:r>
      <w:r w:rsidRPr="00BE0D0A">
        <w:rPr>
          <w:sz w:val="30"/>
          <w:szCs w:val="30"/>
          <w:lang w:eastAsia="ru-RU"/>
        </w:rPr>
        <w:t>       </w:t>
      </w:r>
      <w:r w:rsidRPr="00BE0D0A">
        <w:rPr>
          <w:sz w:val="30"/>
          <w:szCs w:val="30"/>
        </w:rPr>
        <w:t>Дерзайте, смело идите вперед. Мы уверены - вам по силам добиться самых высоких результатов.</w:t>
      </w:r>
    </w:p>
    <w:p w:rsidR="001931A1" w:rsidRPr="00BE0D0A" w:rsidRDefault="001931A1" w:rsidP="002261B1">
      <w:pPr>
        <w:shd w:val="clear" w:color="auto" w:fill="FFFFFF"/>
        <w:spacing w:after="0" w:line="240" w:lineRule="auto"/>
        <w:ind w:firstLine="708"/>
        <w:jc w:val="both"/>
        <w:rPr>
          <w:i/>
          <w:iCs/>
          <w:sz w:val="30"/>
          <w:szCs w:val="30"/>
          <w:lang w:eastAsia="ru-RU"/>
        </w:rPr>
      </w:pPr>
      <w:r w:rsidRPr="00BE0D0A">
        <w:rPr>
          <w:sz w:val="30"/>
          <w:szCs w:val="30"/>
          <w:lang w:eastAsia="ru-RU"/>
        </w:rPr>
        <w:t>Особую признательность хочется выразить сегодня всем учителям за их педагогический талант и любовь к детям, за кропотливый повседневный труд, за профессионализм и мудрость, за беззаветную преданность своему делу. Желаю тем, кто учит, никогда не усомниться в благородстве и общественной значимости своего труда. А тем, кто учится, – не утрачивать интереса к накоплению новых знаний.</w:t>
      </w:r>
    </w:p>
    <w:p w:rsidR="001931A1" w:rsidRPr="00BE0D0A" w:rsidRDefault="001931A1" w:rsidP="006D6DCA">
      <w:pPr>
        <w:shd w:val="clear" w:color="auto" w:fill="FFFFFF"/>
        <w:spacing w:after="0" w:line="240" w:lineRule="auto"/>
        <w:jc w:val="both"/>
        <w:rPr>
          <w:sz w:val="30"/>
          <w:szCs w:val="30"/>
          <w:lang w:eastAsia="ru-RU"/>
        </w:rPr>
      </w:pPr>
      <w:r w:rsidRPr="00BE0D0A">
        <w:rPr>
          <w:sz w:val="30"/>
          <w:szCs w:val="30"/>
          <w:lang w:eastAsia="ru-RU"/>
        </w:rPr>
        <w:t>     Уверен, что наступающий учебный год будет интересным, насыщенным событиями, полным новых побед и свершений!</w:t>
      </w:r>
    </w:p>
    <w:p w:rsidR="001931A1" w:rsidRPr="00BE0D0A" w:rsidRDefault="001931A1" w:rsidP="006D6DCA">
      <w:pPr>
        <w:shd w:val="clear" w:color="auto" w:fill="FFFFFF"/>
        <w:spacing w:after="0" w:line="240" w:lineRule="auto"/>
        <w:jc w:val="both"/>
        <w:rPr>
          <w:sz w:val="30"/>
          <w:szCs w:val="30"/>
          <w:lang w:eastAsia="ru-RU"/>
        </w:rPr>
      </w:pPr>
      <w:r w:rsidRPr="00BE0D0A">
        <w:rPr>
          <w:sz w:val="30"/>
          <w:szCs w:val="30"/>
          <w:lang w:eastAsia="ru-RU"/>
        </w:rPr>
        <w:t>      </w:t>
      </w:r>
      <w:r w:rsidRPr="00BE0D0A">
        <w:rPr>
          <w:bCs/>
          <w:sz w:val="30"/>
          <w:szCs w:val="30"/>
          <w:lang w:eastAsia="ru-RU"/>
        </w:rPr>
        <w:t>Дорогие школьники!</w:t>
      </w:r>
      <w:r w:rsidRPr="00BE0D0A">
        <w:rPr>
          <w:b/>
          <w:bCs/>
          <w:sz w:val="30"/>
          <w:szCs w:val="30"/>
          <w:lang w:eastAsia="ru-RU"/>
        </w:rPr>
        <w:t> </w:t>
      </w:r>
      <w:r w:rsidRPr="00BE0D0A">
        <w:rPr>
          <w:sz w:val="30"/>
          <w:szCs w:val="30"/>
          <w:lang w:eastAsia="ru-RU"/>
        </w:rPr>
        <w:t>Пусть новый учебный год принесёт вам глубокие знания, увлекательные открытия, радость творчества. </w:t>
      </w:r>
      <w:r w:rsidRPr="00BE0D0A">
        <w:rPr>
          <w:iCs/>
          <w:sz w:val="30"/>
          <w:szCs w:val="30"/>
          <w:lang w:eastAsia="ru-RU"/>
        </w:rPr>
        <w:t>Пусть дорога наших первоклассников к знаниям будет светлой и радостной.</w:t>
      </w:r>
      <w:r w:rsidRPr="00BE0D0A">
        <w:rPr>
          <w:i/>
          <w:iCs/>
          <w:sz w:val="30"/>
          <w:szCs w:val="30"/>
          <w:lang w:eastAsia="ru-RU"/>
        </w:rPr>
        <w:t> </w:t>
      </w:r>
      <w:r w:rsidRPr="00BE0D0A">
        <w:rPr>
          <w:sz w:val="30"/>
          <w:szCs w:val="30"/>
          <w:lang w:eastAsia="ru-RU"/>
        </w:rPr>
        <w:t>Пусть этот учебный год станет для всех вас отправной точкой к покорению новых вершин! Постигайте неизведанное, помните, что сегодня образование – основа жизненного успеха.</w:t>
      </w:r>
    </w:p>
    <w:p w:rsidR="001931A1" w:rsidRDefault="001931A1" w:rsidP="00BE0D0A">
      <w:pPr>
        <w:spacing w:after="0" w:line="240" w:lineRule="auto"/>
        <w:ind w:firstLine="709"/>
        <w:jc w:val="both"/>
        <w:rPr>
          <w:sz w:val="30"/>
          <w:szCs w:val="30"/>
        </w:rPr>
      </w:pPr>
      <w:r w:rsidRPr="00BE0D0A">
        <w:rPr>
          <w:sz w:val="30"/>
          <w:szCs w:val="30"/>
        </w:rPr>
        <w:t>От всего сердца желаю молодому поколению увлекательного путешествия в мир знаний, учителям, воспитателям и преподавателям – оптимизма и здоровья, а родителям – мудрости и терпения. С Днем знаний!</w:t>
      </w:r>
    </w:p>
    <w:p w:rsidR="001931A1" w:rsidRDefault="001931A1" w:rsidP="00BE0D0A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1931A1" w:rsidRPr="00BE0D0A" w:rsidRDefault="001931A1" w:rsidP="00BE0D0A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1931A1" w:rsidRPr="00BF1B3B" w:rsidRDefault="001931A1" w:rsidP="00BE0D0A">
      <w:pPr>
        <w:shd w:val="clear" w:color="auto" w:fill="FFFFFF"/>
        <w:spacing w:after="0" w:line="240" w:lineRule="auto"/>
        <w:jc w:val="both"/>
        <w:rPr>
          <w:sz w:val="30"/>
          <w:szCs w:val="30"/>
        </w:rPr>
      </w:pPr>
      <w:r w:rsidRPr="00BF1B3B">
        <w:rPr>
          <w:sz w:val="30"/>
          <w:szCs w:val="30"/>
        </w:rPr>
        <w:t>С уважением,</w:t>
      </w:r>
    </w:p>
    <w:p w:rsidR="001931A1" w:rsidRPr="00BF1B3B" w:rsidRDefault="001931A1" w:rsidP="006D6DCA">
      <w:pPr>
        <w:spacing w:line="240" w:lineRule="auto"/>
        <w:jc w:val="center"/>
        <w:rPr>
          <w:sz w:val="30"/>
          <w:szCs w:val="30"/>
        </w:rPr>
      </w:pPr>
      <w:r w:rsidRPr="00BF1B3B">
        <w:rPr>
          <w:sz w:val="30"/>
          <w:szCs w:val="30"/>
        </w:rPr>
        <w:t>Глав</w:t>
      </w:r>
      <w:r>
        <w:rPr>
          <w:sz w:val="30"/>
          <w:szCs w:val="30"/>
        </w:rPr>
        <w:t>а</w:t>
      </w:r>
      <w:r w:rsidRPr="00BF1B3B">
        <w:rPr>
          <w:sz w:val="30"/>
          <w:szCs w:val="30"/>
        </w:rPr>
        <w:t xml:space="preserve"> администрации района                                       </w:t>
      </w:r>
      <w:r>
        <w:rPr>
          <w:sz w:val="30"/>
          <w:szCs w:val="30"/>
        </w:rPr>
        <w:t>А.А. Пущиенко</w:t>
      </w:r>
    </w:p>
    <w:p w:rsidR="001931A1" w:rsidRDefault="001931A1" w:rsidP="006D6DCA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 сентября 2016 года</w:t>
      </w:r>
    </w:p>
    <w:p w:rsidR="001931A1" w:rsidRDefault="001931A1" w:rsidP="00BE0D0A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b/>
          <w:i/>
          <w:color w:val="auto"/>
          <w:sz w:val="33"/>
          <w:szCs w:val="33"/>
        </w:rPr>
      </w:pPr>
    </w:p>
    <w:sectPr w:rsidR="001931A1" w:rsidSect="00BF1B3B">
      <w:pgSz w:w="11906" w:h="16838"/>
      <w:pgMar w:top="1134" w:right="851" w:bottom="851" w:left="107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88E"/>
    <w:rsid w:val="0001640F"/>
    <w:rsid w:val="00026E36"/>
    <w:rsid w:val="00032D81"/>
    <w:rsid w:val="00037F9B"/>
    <w:rsid w:val="00040C74"/>
    <w:rsid w:val="00054D6E"/>
    <w:rsid w:val="000829E4"/>
    <w:rsid w:val="000C2ABA"/>
    <w:rsid w:val="000E6124"/>
    <w:rsid w:val="000E7F88"/>
    <w:rsid w:val="000F3A2E"/>
    <w:rsid w:val="00101491"/>
    <w:rsid w:val="0011032A"/>
    <w:rsid w:val="00117501"/>
    <w:rsid w:val="00131264"/>
    <w:rsid w:val="001425B6"/>
    <w:rsid w:val="001669E1"/>
    <w:rsid w:val="00176BF9"/>
    <w:rsid w:val="00191AE9"/>
    <w:rsid w:val="001931A1"/>
    <w:rsid w:val="001A162A"/>
    <w:rsid w:val="001E3747"/>
    <w:rsid w:val="002241CA"/>
    <w:rsid w:val="002261B1"/>
    <w:rsid w:val="002266AE"/>
    <w:rsid w:val="002A2FA5"/>
    <w:rsid w:val="002D02D6"/>
    <w:rsid w:val="00366551"/>
    <w:rsid w:val="00376375"/>
    <w:rsid w:val="003A542F"/>
    <w:rsid w:val="00403AE0"/>
    <w:rsid w:val="004543C6"/>
    <w:rsid w:val="004563DD"/>
    <w:rsid w:val="00465C9C"/>
    <w:rsid w:val="0047501A"/>
    <w:rsid w:val="004B5617"/>
    <w:rsid w:val="004E2829"/>
    <w:rsid w:val="004F1647"/>
    <w:rsid w:val="0050330B"/>
    <w:rsid w:val="00524073"/>
    <w:rsid w:val="00536DF1"/>
    <w:rsid w:val="00547B44"/>
    <w:rsid w:val="005701C4"/>
    <w:rsid w:val="0058218E"/>
    <w:rsid w:val="005C30B9"/>
    <w:rsid w:val="005E29C1"/>
    <w:rsid w:val="00617B85"/>
    <w:rsid w:val="0063331F"/>
    <w:rsid w:val="006438B4"/>
    <w:rsid w:val="006907AD"/>
    <w:rsid w:val="0069515F"/>
    <w:rsid w:val="00695855"/>
    <w:rsid w:val="00696E89"/>
    <w:rsid w:val="006B1DF0"/>
    <w:rsid w:val="006C1164"/>
    <w:rsid w:val="006C709D"/>
    <w:rsid w:val="006D6DCA"/>
    <w:rsid w:val="00764EC7"/>
    <w:rsid w:val="00771177"/>
    <w:rsid w:val="00795F58"/>
    <w:rsid w:val="007A11EE"/>
    <w:rsid w:val="00804A53"/>
    <w:rsid w:val="00824FC0"/>
    <w:rsid w:val="008663F5"/>
    <w:rsid w:val="00867B0F"/>
    <w:rsid w:val="008B184E"/>
    <w:rsid w:val="008C67F8"/>
    <w:rsid w:val="008D5B15"/>
    <w:rsid w:val="008F3F5D"/>
    <w:rsid w:val="009066C0"/>
    <w:rsid w:val="00982399"/>
    <w:rsid w:val="009A0F0C"/>
    <w:rsid w:val="009A4944"/>
    <w:rsid w:val="009A54F5"/>
    <w:rsid w:val="009D28BE"/>
    <w:rsid w:val="009D2F5A"/>
    <w:rsid w:val="009D7995"/>
    <w:rsid w:val="009E1626"/>
    <w:rsid w:val="009F4233"/>
    <w:rsid w:val="00A325C1"/>
    <w:rsid w:val="00A53345"/>
    <w:rsid w:val="00A57DD8"/>
    <w:rsid w:val="00A60B40"/>
    <w:rsid w:val="00A645F1"/>
    <w:rsid w:val="00A648E3"/>
    <w:rsid w:val="00A67451"/>
    <w:rsid w:val="00A85C99"/>
    <w:rsid w:val="00A87147"/>
    <w:rsid w:val="00A94835"/>
    <w:rsid w:val="00A978BA"/>
    <w:rsid w:val="00A97A06"/>
    <w:rsid w:val="00AF637C"/>
    <w:rsid w:val="00B2029D"/>
    <w:rsid w:val="00B771E5"/>
    <w:rsid w:val="00B80B91"/>
    <w:rsid w:val="00B9008C"/>
    <w:rsid w:val="00BE0D0A"/>
    <w:rsid w:val="00BF1B3B"/>
    <w:rsid w:val="00BF5305"/>
    <w:rsid w:val="00C30FCA"/>
    <w:rsid w:val="00C579DB"/>
    <w:rsid w:val="00C807B7"/>
    <w:rsid w:val="00CD16FB"/>
    <w:rsid w:val="00D03584"/>
    <w:rsid w:val="00D0388E"/>
    <w:rsid w:val="00D20BEA"/>
    <w:rsid w:val="00D3045A"/>
    <w:rsid w:val="00D32BA3"/>
    <w:rsid w:val="00D4013C"/>
    <w:rsid w:val="00D90404"/>
    <w:rsid w:val="00DA3764"/>
    <w:rsid w:val="00DF00DE"/>
    <w:rsid w:val="00DF1C83"/>
    <w:rsid w:val="00E0789F"/>
    <w:rsid w:val="00E11102"/>
    <w:rsid w:val="00E83497"/>
    <w:rsid w:val="00E91F40"/>
    <w:rsid w:val="00EB2B68"/>
    <w:rsid w:val="00EB42B5"/>
    <w:rsid w:val="00F44049"/>
    <w:rsid w:val="00F4487D"/>
    <w:rsid w:val="00F60E8E"/>
    <w:rsid w:val="00F64927"/>
    <w:rsid w:val="00F87003"/>
    <w:rsid w:val="00FB0515"/>
    <w:rsid w:val="00FE0024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36"/>
    <w:pPr>
      <w:spacing w:after="200" w:line="276" w:lineRule="auto"/>
    </w:pPr>
    <w:rPr>
      <w:sz w:val="28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331F"/>
    <w:pPr>
      <w:spacing w:before="100" w:beforeAutospacing="1" w:after="120" w:line="240" w:lineRule="auto"/>
      <w:jc w:val="both"/>
    </w:pPr>
    <w:rPr>
      <w:rFonts w:ascii="Arial" w:hAnsi="Arial" w:cs="Arial"/>
      <w:color w:val="364E50"/>
      <w:sz w:val="14"/>
      <w:szCs w:val="14"/>
      <w:lang w:eastAsia="ru-RU"/>
    </w:rPr>
  </w:style>
  <w:style w:type="character" w:customStyle="1" w:styleId="annot1">
    <w:name w:val="annot1"/>
    <w:basedOn w:val="DefaultParagraphFont"/>
    <w:uiPriority w:val="99"/>
    <w:rsid w:val="0063331F"/>
    <w:rPr>
      <w:rFonts w:cs="Times New Roman"/>
      <w:i/>
      <w:iCs/>
    </w:rPr>
  </w:style>
  <w:style w:type="character" w:styleId="Emphasis">
    <w:name w:val="Emphasis"/>
    <w:basedOn w:val="DefaultParagraphFont"/>
    <w:uiPriority w:val="99"/>
    <w:qFormat/>
    <w:locked/>
    <w:rsid w:val="006D6DCA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6D6DCA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6D6DCA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536D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92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1</Pages>
  <Words>312</Words>
  <Characters>1780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User</cp:lastModifiedBy>
  <cp:revision>28</cp:revision>
  <cp:lastPrinted>2016-09-01T06:00:00Z</cp:lastPrinted>
  <dcterms:created xsi:type="dcterms:W3CDTF">2008-08-27T15:13:00Z</dcterms:created>
  <dcterms:modified xsi:type="dcterms:W3CDTF">2017-02-03T13:03:00Z</dcterms:modified>
</cp:coreProperties>
</file>